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D88F788-551B-4E2D-8D68-1A7A67F6E34D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